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2C851" w14:textId="67B14219" w:rsidR="00C06AE4" w:rsidRPr="00AD1D1B" w:rsidRDefault="002E0EF7" w:rsidP="0037318D">
      <w:pPr>
        <w:rPr>
          <w:rFonts w:ascii="Times New Roman" w:eastAsia="Times New Roman" w:hAnsi="Times New Roman"/>
          <w:kern w:val="20"/>
          <w:lang w:val="et-EE"/>
        </w:rPr>
      </w:pPr>
      <w:r>
        <w:rPr>
          <w:rFonts w:cs="Arial"/>
          <w:noProof/>
          <w:sz w:val="20"/>
          <w:lang w:val="et-EE" w:eastAsia="et-EE"/>
        </w:rPr>
        <w:drawing>
          <wp:anchor distT="0" distB="0" distL="114300" distR="114300" simplePos="0" relativeHeight="251658752" behindDoc="0" locked="0" layoutInCell="1" allowOverlap="1" wp14:anchorId="40948D70" wp14:editId="5FFA2FB4">
            <wp:simplePos x="0" y="0"/>
            <wp:positionH relativeFrom="column">
              <wp:posOffset>3974261</wp:posOffset>
            </wp:positionH>
            <wp:positionV relativeFrom="paragraph">
              <wp:posOffset>-989498</wp:posOffset>
            </wp:positionV>
            <wp:extent cx="2202313" cy="1138687"/>
            <wp:effectExtent l="0" t="0" r="0" b="0"/>
            <wp:wrapNone/>
            <wp:docPr id="1" name="Picture 1" descr="C:\Users\Lilika.Nurmse\Energia.ee\ELV kirjad ja vormid - Documents\ELV uus logo\RGB_Elektrilevi_logo_hor_positiv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ika.Nurmse\Energia.ee\ELV kirjad ja vormid - Documents\ELV uus logo\RGB_Elektrilevi_logo_hor_positiv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313" cy="1138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6AE4">
        <w:rPr>
          <w:rFonts w:ascii="Times New Roman" w:eastAsiaTheme="minorHAnsi" w:hAnsi="Times New Roman"/>
          <w:lang w:val="et-EE"/>
        </w:rPr>
        <w:t>R</w:t>
      </w:r>
      <w:r w:rsidR="00C06AE4" w:rsidRPr="001679AD">
        <w:rPr>
          <w:rFonts w:ascii="Times New Roman" w:eastAsiaTheme="minorHAnsi" w:hAnsi="Times New Roman"/>
          <w:lang w:val="et-EE"/>
        </w:rPr>
        <w:t>MK maakasutusosakonnale</w:t>
      </w:r>
    </w:p>
    <w:p w14:paraId="494B893E" w14:textId="77777777" w:rsidR="00C06AE4" w:rsidRPr="001679AD" w:rsidRDefault="00C06AE4" w:rsidP="00C06AE4">
      <w:pPr>
        <w:spacing w:after="200" w:line="276" w:lineRule="auto"/>
        <w:contextualSpacing/>
        <w:jc w:val="both"/>
        <w:rPr>
          <w:rFonts w:ascii="Times New Roman" w:eastAsiaTheme="minorHAnsi" w:hAnsi="Times New Roman"/>
          <w:lang w:val="et-EE"/>
        </w:rPr>
      </w:pPr>
      <w:hyperlink r:id="rId11" w:history="1">
        <w:r w:rsidRPr="001679AD">
          <w:rPr>
            <w:rStyle w:val="Hyperlink"/>
            <w:rFonts w:ascii="Times New Roman" w:eastAsiaTheme="minorHAnsi" w:hAnsi="Times New Roman"/>
            <w:lang w:val="et-EE"/>
          </w:rPr>
          <w:t>rmk@rmk.ee</w:t>
        </w:r>
      </w:hyperlink>
      <w:r w:rsidRPr="001679AD">
        <w:rPr>
          <w:rFonts w:ascii="Times New Roman" w:eastAsiaTheme="minorHAnsi" w:hAnsi="Times New Roman"/>
          <w:color w:val="0563C1" w:themeColor="hyperlink"/>
          <w:u w:val="single"/>
          <w:lang w:val="et-EE"/>
        </w:rPr>
        <w:t xml:space="preserve"> </w:t>
      </w:r>
    </w:p>
    <w:p w14:paraId="4219D028" w14:textId="5F54E368" w:rsidR="00C06AE4" w:rsidRPr="001679AD" w:rsidRDefault="00C06AE4" w:rsidP="00BB44A0">
      <w:pPr>
        <w:spacing w:after="200" w:line="276" w:lineRule="auto"/>
        <w:ind w:left="4248" w:right="163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        </w:t>
      </w:r>
      <w:r>
        <w:rPr>
          <w:rFonts w:ascii="Times New Roman" w:eastAsiaTheme="minorHAnsi" w:hAnsi="Times New Roman"/>
          <w:lang w:val="et-EE"/>
        </w:rPr>
        <w:tab/>
      </w:r>
      <w:r w:rsidRPr="001679AD">
        <w:rPr>
          <w:rFonts w:ascii="Times New Roman" w:eastAsiaTheme="minorHAnsi" w:hAnsi="Times New Roman"/>
          <w:lang w:val="et-EE"/>
        </w:rPr>
        <w:t xml:space="preserve">Meie: </w:t>
      </w:r>
      <w:r w:rsidR="004F0365">
        <w:rPr>
          <w:rFonts w:ascii="Times New Roman" w:eastAsiaTheme="minorHAnsi" w:hAnsi="Times New Roman"/>
          <w:lang w:val="et-EE"/>
        </w:rPr>
        <w:t>1</w:t>
      </w:r>
      <w:r w:rsidR="00907CE1">
        <w:rPr>
          <w:rFonts w:ascii="Times New Roman" w:eastAsiaTheme="minorHAnsi" w:hAnsi="Times New Roman"/>
          <w:lang w:val="et-EE"/>
        </w:rPr>
        <w:t>3</w:t>
      </w:r>
      <w:r w:rsidRPr="001679AD">
        <w:rPr>
          <w:rFonts w:ascii="Times New Roman" w:eastAsiaTheme="minorHAnsi" w:hAnsi="Times New Roman"/>
          <w:lang w:val="et-EE"/>
        </w:rPr>
        <w:t>.</w:t>
      </w:r>
      <w:r w:rsidR="00BE4035">
        <w:rPr>
          <w:rFonts w:ascii="Times New Roman" w:eastAsiaTheme="minorHAnsi" w:hAnsi="Times New Roman"/>
          <w:lang w:val="et-EE"/>
        </w:rPr>
        <w:t>0</w:t>
      </w:r>
      <w:r w:rsidR="00907CE1">
        <w:rPr>
          <w:rFonts w:ascii="Times New Roman" w:eastAsiaTheme="minorHAnsi" w:hAnsi="Times New Roman"/>
          <w:lang w:val="et-EE"/>
        </w:rPr>
        <w:t>5</w:t>
      </w:r>
      <w:r>
        <w:rPr>
          <w:rFonts w:ascii="Times New Roman" w:eastAsiaTheme="minorHAnsi" w:hAnsi="Times New Roman"/>
          <w:lang w:val="et-EE"/>
        </w:rPr>
        <w:t>.202</w:t>
      </w:r>
      <w:r w:rsidR="00BE4035">
        <w:rPr>
          <w:rFonts w:ascii="Times New Roman" w:eastAsiaTheme="minorHAnsi" w:hAnsi="Times New Roman"/>
          <w:lang w:val="et-EE"/>
        </w:rPr>
        <w:t>5</w:t>
      </w:r>
      <w:r>
        <w:rPr>
          <w:rFonts w:ascii="Times New Roman" w:eastAsiaTheme="minorHAnsi" w:hAnsi="Times New Roman"/>
          <w:lang w:val="et-EE"/>
        </w:rPr>
        <w:t>.a nr JV-MAA-1/</w:t>
      </w:r>
      <w:r w:rsidR="009E63CB">
        <w:rPr>
          <w:rFonts w:ascii="Times New Roman" w:eastAsiaTheme="minorHAnsi" w:hAnsi="Times New Roman"/>
          <w:lang w:val="et-EE"/>
        </w:rPr>
        <w:t>2278</w:t>
      </w:r>
    </w:p>
    <w:p w14:paraId="73536A2A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TAOTLUS</w:t>
      </w:r>
    </w:p>
    <w:p w14:paraId="621CD314" w14:textId="77777777" w:rsidR="00C06AE4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 w:rsidRPr="001679AD">
        <w:rPr>
          <w:rFonts w:ascii="Times New Roman" w:eastAsiaTheme="minorHAnsi" w:hAnsi="Times New Roman"/>
          <w:lang w:val="et-EE"/>
        </w:rPr>
        <w:t>RMK VALDUSES OLEVALE HOONESTAMATA</w:t>
      </w:r>
    </w:p>
    <w:p w14:paraId="06DA8FFE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 xml:space="preserve">KINNISASJALE </w:t>
      </w:r>
      <w:r w:rsidRPr="001679AD">
        <w:rPr>
          <w:rFonts w:ascii="Times New Roman" w:eastAsiaTheme="minorHAnsi" w:hAnsi="Times New Roman"/>
          <w:lang w:val="et-EE"/>
        </w:rPr>
        <w:t xml:space="preserve"> ISIKLIKU</w:t>
      </w:r>
      <w:r>
        <w:rPr>
          <w:rFonts w:ascii="Times New Roman" w:eastAsiaTheme="minorHAnsi" w:hAnsi="Times New Roman"/>
          <w:lang w:val="et-EE"/>
        </w:rPr>
        <w:t xml:space="preserve"> </w:t>
      </w:r>
      <w:r w:rsidRPr="001679AD">
        <w:rPr>
          <w:rFonts w:ascii="Times New Roman" w:eastAsiaTheme="minorHAnsi" w:hAnsi="Times New Roman"/>
          <w:lang w:val="et-EE"/>
        </w:rPr>
        <w:t>KASUTUSÕIGUSE SEADMISEKS</w:t>
      </w:r>
    </w:p>
    <w:p w14:paraId="09D2C21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756BC1E4" w14:textId="77777777" w:rsidR="00C06AE4" w:rsidRPr="001679AD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ANDMED TAOTLEJA KOHTA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258"/>
        <w:gridCol w:w="4531"/>
      </w:tblGrid>
      <w:tr w:rsidR="00C06AE4" w:rsidRPr="001679AD" w14:paraId="0DC1CA2B" w14:textId="77777777" w:rsidTr="00137C4C">
        <w:tc>
          <w:tcPr>
            <w:tcW w:w="4258" w:type="dxa"/>
          </w:tcPr>
          <w:p w14:paraId="41FA3F1D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Taotleja nimi: Elektrilevi OÜ</w:t>
            </w:r>
          </w:p>
        </w:tc>
        <w:tc>
          <w:tcPr>
            <w:tcW w:w="4531" w:type="dxa"/>
          </w:tcPr>
          <w:p w14:paraId="38541BF8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Registrikood/isikukood: 11050857</w:t>
            </w:r>
          </w:p>
        </w:tc>
      </w:tr>
      <w:tr w:rsidR="00C06AE4" w:rsidRPr="001679AD" w14:paraId="60E03851" w14:textId="77777777" w:rsidTr="00137C4C">
        <w:tc>
          <w:tcPr>
            <w:tcW w:w="8789" w:type="dxa"/>
            <w:gridSpan w:val="2"/>
          </w:tcPr>
          <w:p w14:paraId="5E759BA0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Aadress: </w:t>
            </w:r>
            <w:r>
              <w:rPr>
                <w:rFonts w:ascii="Times New Roman" w:hAnsi="Times New Roman" w:cs="Times New Roman"/>
                <w:lang w:val="et-EE"/>
              </w:rPr>
              <w:t>Veskiposti 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Tallinn</w:t>
            </w:r>
          </w:p>
        </w:tc>
      </w:tr>
      <w:tr w:rsidR="00C06AE4" w:rsidRPr="001679AD" w14:paraId="0D4D3EA6" w14:textId="77777777" w:rsidTr="00137C4C">
        <w:tc>
          <w:tcPr>
            <w:tcW w:w="8789" w:type="dxa"/>
            <w:gridSpan w:val="2"/>
          </w:tcPr>
          <w:p w14:paraId="14DD6A8C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Kontaktisik: </w:t>
            </w:r>
            <w:r>
              <w:rPr>
                <w:rFonts w:ascii="Times New Roman" w:hAnsi="Times New Roman" w:cs="Times New Roman"/>
                <w:lang w:val="et-EE"/>
              </w:rPr>
              <w:t>Kaido Kivisild</w:t>
            </w:r>
          </w:p>
        </w:tc>
      </w:tr>
      <w:tr w:rsidR="00C06AE4" w:rsidRPr="001679AD" w14:paraId="48D1FF84" w14:textId="77777777" w:rsidTr="00137C4C">
        <w:tc>
          <w:tcPr>
            <w:tcW w:w="8789" w:type="dxa"/>
            <w:gridSpan w:val="2"/>
          </w:tcPr>
          <w:p w14:paraId="67692C3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Tel: 510 5657</w:t>
            </w:r>
          </w:p>
        </w:tc>
      </w:tr>
      <w:tr w:rsidR="00C06AE4" w:rsidRPr="001679AD" w14:paraId="428C0E63" w14:textId="77777777" w:rsidTr="00137C4C">
        <w:tc>
          <w:tcPr>
            <w:tcW w:w="8789" w:type="dxa"/>
            <w:gridSpan w:val="2"/>
          </w:tcPr>
          <w:p w14:paraId="3B443402" w14:textId="50586946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E-post: kaido.kivisild</w:t>
            </w:r>
            <w:r w:rsidRPr="001679AD">
              <w:rPr>
                <w:rFonts w:ascii="Times New Roman" w:hAnsi="Times New Roman" w:cs="Times New Roman"/>
                <w:lang w:val="et-EE"/>
              </w:rPr>
              <w:t>@</w:t>
            </w:r>
            <w:r w:rsidR="002E5323">
              <w:rPr>
                <w:rFonts w:ascii="Times New Roman" w:hAnsi="Times New Roman" w:cs="Times New Roman"/>
                <w:lang w:val="et-EE"/>
              </w:rPr>
              <w:t>elektrilevi</w:t>
            </w:r>
            <w:r w:rsidRPr="001679AD">
              <w:rPr>
                <w:rFonts w:ascii="Times New Roman" w:hAnsi="Times New Roman" w:cs="Times New Roman"/>
                <w:lang w:val="et-EE"/>
              </w:rPr>
              <w:t>.ee</w:t>
            </w:r>
          </w:p>
        </w:tc>
      </w:tr>
    </w:tbl>
    <w:p w14:paraId="1210C7C1" w14:textId="77777777" w:rsidR="00C06AE4" w:rsidRPr="001679AD" w:rsidRDefault="00C06AE4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b/>
          <w:lang w:val="et-EE"/>
        </w:rPr>
      </w:pPr>
      <w:r w:rsidRPr="001679AD">
        <w:rPr>
          <w:rFonts w:ascii="Times New Roman" w:eastAsiaTheme="minorHAnsi" w:hAnsi="Times New Roman"/>
          <w:b/>
          <w:lang w:val="et-EE"/>
        </w:rPr>
        <w:t>SERVITUUDI VÕI ISIKLIKU KASUTUSÕIGUSE SEADMISE SISU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C06AE4" w:rsidRPr="001679AD" w14:paraId="51942DE5" w14:textId="77777777" w:rsidTr="00137C4C">
        <w:tc>
          <w:tcPr>
            <w:tcW w:w="8789" w:type="dxa"/>
          </w:tcPr>
          <w:p w14:paraId="28CBFE26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Koormatava kinnisasja aadress, kinnistusregistriosa number, katastriüksuse tunnus:</w:t>
            </w:r>
          </w:p>
          <w:p w14:paraId="34E1B2C6" w14:textId="18F70C92" w:rsidR="004F0365" w:rsidRPr="00907CE1" w:rsidRDefault="00907CE1" w:rsidP="00907CE1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lang w:val="et-EE"/>
              </w:rPr>
            </w:pPr>
            <w:r>
              <w:rPr>
                <w:rFonts w:ascii="Times New Roman" w:hAnsi="Times New Roman"/>
                <w:b/>
                <w:lang w:val="et-EE"/>
              </w:rPr>
              <w:t>Halinga</w:t>
            </w:r>
            <w:r w:rsidR="00C06AE4" w:rsidRPr="00BB5250">
              <w:rPr>
                <w:rFonts w:ascii="Times New Roman" w:hAnsi="Times New Roman"/>
                <w:b/>
                <w:lang w:val="et-EE"/>
              </w:rPr>
              <w:t xml:space="preserve"> metskond </w:t>
            </w:r>
            <w:r w:rsidR="00BE4035">
              <w:rPr>
                <w:rFonts w:ascii="Times New Roman" w:hAnsi="Times New Roman"/>
                <w:b/>
                <w:lang w:val="et-EE"/>
              </w:rPr>
              <w:t>1</w:t>
            </w:r>
            <w:r>
              <w:rPr>
                <w:rFonts w:ascii="Times New Roman" w:hAnsi="Times New Roman"/>
                <w:b/>
                <w:lang w:val="et-EE"/>
              </w:rPr>
              <w:t>84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</w:t>
            </w:r>
            <w:r>
              <w:rPr>
                <w:rFonts w:ascii="Times New Roman" w:hAnsi="Times New Roman"/>
                <w:lang w:val="et-EE"/>
              </w:rPr>
              <w:t>Anelema</w:t>
            </w:r>
            <w:r w:rsidR="004F0365">
              <w:rPr>
                <w:rFonts w:ascii="Times New Roman" w:hAnsi="Times New Roman"/>
                <w:lang w:val="et-EE"/>
              </w:rPr>
              <w:t xml:space="preserve"> </w:t>
            </w:r>
            <w:r w:rsidR="00BE4035">
              <w:rPr>
                <w:rFonts w:ascii="Times New Roman" w:hAnsi="Times New Roman"/>
                <w:lang w:val="et-EE"/>
              </w:rPr>
              <w:t>k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üla, </w:t>
            </w:r>
            <w:r>
              <w:rPr>
                <w:rFonts w:ascii="Times New Roman" w:hAnsi="Times New Roman"/>
                <w:lang w:val="et-EE"/>
              </w:rPr>
              <w:t>Põhja-Pärnumaa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vald, </w:t>
            </w:r>
            <w:r>
              <w:rPr>
                <w:rFonts w:ascii="Times New Roman" w:hAnsi="Times New Roman"/>
                <w:lang w:val="et-EE"/>
              </w:rPr>
              <w:t>Pärnu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 maakond, registriosa number </w:t>
            </w:r>
            <w:r>
              <w:rPr>
                <w:rFonts w:ascii="Times New Roman" w:hAnsi="Times New Roman"/>
                <w:lang w:val="et-EE"/>
              </w:rPr>
              <w:t>4074406</w:t>
            </w:r>
            <w:r w:rsidR="00C06AE4" w:rsidRPr="00BB5250">
              <w:rPr>
                <w:rFonts w:ascii="Times New Roman" w:hAnsi="Times New Roman"/>
                <w:lang w:val="et-EE"/>
              </w:rPr>
              <w:t xml:space="preserve">, katastriüksuse tunnus </w:t>
            </w:r>
            <w:r>
              <w:rPr>
                <w:rFonts w:ascii="Times New Roman" w:hAnsi="Times New Roman"/>
                <w:lang w:val="et-EE"/>
              </w:rPr>
              <w:t>63801</w:t>
            </w:r>
            <w:r w:rsidR="00C06AE4" w:rsidRPr="00BB5250">
              <w:rPr>
                <w:rFonts w:ascii="Times New Roman" w:hAnsi="Times New Roman"/>
                <w:lang w:val="et-EE"/>
              </w:rPr>
              <w:t>:00</w:t>
            </w:r>
            <w:r>
              <w:rPr>
                <w:rFonts w:ascii="Times New Roman" w:hAnsi="Times New Roman"/>
                <w:lang w:val="et-EE"/>
              </w:rPr>
              <w:t>1</w:t>
            </w:r>
            <w:r w:rsidR="00C06AE4" w:rsidRPr="00BB5250">
              <w:rPr>
                <w:rFonts w:ascii="Times New Roman" w:hAnsi="Times New Roman"/>
                <w:lang w:val="et-EE"/>
              </w:rPr>
              <w:t>:</w:t>
            </w:r>
            <w:r w:rsidR="002E5323">
              <w:rPr>
                <w:rFonts w:ascii="Times New Roman" w:hAnsi="Times New Roman"/>
                <w:lang w:val="et-EE"/>
              </w:rPr>
              <w:t>0</w:t>
            </w:r>
            <w:r w:rsidR="004F0365">
              <w:rPr>
                <w:rFonts w:ascii="Times New Roman" w:hAnsi="Times New Roman"/>
                <w:lang w:val="et-EE"/>
              </w:rPr>
              <w:t>8</w:t>
            </w:r>
            <w:r>
              <w:rPr>
                <w:rFonts w:ascii="Times New Roman" w:hAnsi="Times New Roman"/>
                <w:lang w:val="et-EE"/>
              </w:rPr>
              <w:t>90</w:t>
            </w:r>
          </w:p>
        </w:tc>
      </w:tr>
      <w:tr w:rsidR="00C06AE4" w:rsidRPr="001679AD" w14:paraId="028D2849" w14:textId="77777777" w:rsidTr="00137C4C">
        <w:tc>
          <w:tcPr>
            <w:tcW w:w="8789" w:type="dxa"/>
          </w:tcPr>
          <w:p w14:paraId="3CB18D79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Reaalservituudi taotlemise korral valitseva kinnisasja aadress, kinnistusregistriosa number ja katastriüksuse tunnus:</w:t>
            </w:r>
          </w:p>
        </w:tc>
      </w:tr>
      <w:tr w:rsidR="00C06AE4" w:rsidRPr="001679AD" w14:paraId="06F28950" w14:textId="77777777" w:rsidTr="00137C4C">
        <w:tc>
          <w:tcPr>
            <w:tcW w:w="8789" w:type="dxa"/>
          </w:tcPr>
          <w:p w14:paraId="41383E44" w14:textId="25B98647" w:rsidR="00137FC9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tähtaeg: tähtajatu</w:t>
            </w:r>
            <w:r w:rsidR="00D86327">
              <w:rPr>
                <w:rFonts w:ascii="Times New Roman" w:hAnsi="Times New Roman" w:cs="Times New Roman"/>
                <w:lang w:val="et-EE"/>
              </w:rPr>
              <w:t xml:space="preserve"> </w:t>
            </w:r>
          </w:p>
          <w:p w14:paraId="7C4F3D60" w14:textId="416A49E0" w:rsidR="00D86327" w:rsidRPr="001679AD" w:rsidRDefault="00D86327" w:rsidP="004F0365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4F0365">
              <w:rPr>
                <w:rFonts w:ascii="Times New Roman" w:hAnsi="Times New Roman" w:cs="Times New Roman"/>
                <w:b/>
                <w:bCs/>
                <w:lang w:val="et-EE"/>
              </w:rPr>
              <w:t>PARI kood</w:t>
            </w:r>
            <w:r w:rsidR="002E5323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907CE1" w:rsidRPr="00907CE1">
              <w:rPr>
                <w:rFonts w:ascii="Times New Roman" w:hAnsi="Times New Roman" w:cs="Times New Roman"/>
                <w:b/>
                <w:bCs/>
                <w:lang w:val="et-EE"/>
              </w:rPr>
              <w:t>775264</w:t>
            </w:r>
          </w:p>
        </w:tc>
      </w:tr>
      <w:tr w:rsidR="00C06AE4" w:rsidRPr="001679AD" w14:paraId="0D8566D1" w14:textId="77777777" w:rsidTr="00137C4C">
        <w:tc>
          <w:tcPr>
            <w:tcW w:w="8789" w:type="dxa"/>
          </w:tcPr>
          <w:p w14:paraId="55E356CA" w14:textId="6B7A8747" w:rsidR="00137FC9" w:rsidRPr="00BB44A0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Servituudiga koormatava ala (servituudi ala) pindala (m</w:t>
            </w:r>
            <w:r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): </w:t>
            </w:r>
            <w:r w:rsidR="00907CE1">
              <w:rPr>
                <w:rFonts w:ascii="Times New Roman" w:hAnsi="Times New Roman" w:cs="Times New Roman"/>
                <w:lang w:val="et-EE"/>
              </w:rPr>
              <w:t>s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>ervituudi</w:t>
            </w:r>
            <w:r w:rsidR="00907CE1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ala </w:t>
            </w:r>
            <w:r w:rsidR="00907CE1">
              <w:rPr>
                <w:rFonts w:ascii="Times New Roman" w:hAnsi="Times New Roman" w:cs="Times New Roman"/>
                <w:lang w:val="et-EE"/>
              </w:rPr>
              <w:t>215</w:t>
            </w:r>
            <w:r w:rsidR="004F0365" w:rsidRPr="001679AD">
              <w:rPr>
                <w:rFonts w:ascii="Times New Roman" w:hAnsi="Times New Roman" w:cs="Times New Roman"/>
                <w:lang w:val="et-EE"/>
              </w:rPr>
              <w:t xml:space="preserve"> m</w:t>
            </w:r>
            <w:r w:rsidR="004F0365" w:rsidRPr="001679AD">
              <w:rPr>
                <w:rFonts w:ascii="Times New Roman" w:hAnsi="Times New Roman" w:cs="Times New Roman"/>
                <w:vertAlign w:val="superscript"/>
                <w:lang w:val="et-EE"/>
              </w:rPr>
              <w:t>2</w:t>
            </w:r>
            <w:r w:rsidR="004F0365">
              <w:rPr>
                <w:rFonts w:ascii="Times New Roman" w:hAnsi="Times New Roman" w:cs="Times New Roman"/>
                <w:vertAlign w:val="superscript"/>
                <w:lang w:val="et-EE"/>
              </w:rPr>
              <w:t xml:space="preserve"> </w:t>
            </w:r>
            <w:r w:rsidR="004F0365">
              <w:rPr>
                <w:rFonts w:ascii="Times New Roman" w:hAnsi="Times New Roman" w:cs="Times New Roman"/>
                <w:lang w:val="et-EE"/>
              </w:rPr>
              <w:t>elektrikaabli paigaldamiseks</w:t>
            </w:r>
          </w:p>
        </w:tc>
      </w:tr>
      <w:tr w:rsidR="00C06AE4" w:rsidRPr="001679AD" w14:paraId="3719C5A2" w14:textId="77777777" w:rsidTr="00137C4C">
        <w:tc>
          <w:tcPr>
            <w:tcW w:w="8789" w:type="dxa"/>
          </w:tcPr>
          <w:p w14:paraId="51C614D3" w14:textId="77777777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>Servituudi sisu (kirjeldus) ja eesmärk: elektrivõrgu</w:t>
            </w:r>
            <w:r>
              <w:rPr>
                <w:rFonts w:ascii="Times New Roman" w:hAnsi="Times New Roman" w:cs="Times New Roman"/>
                <w:lang w:val="et-EE"/>
              </w:rPr>
              <w:t xml:space="preserve"> ehitus </w:t>
            </w:r>
          </w:p>
        </w:tc>
      </w:tr>
      <w:tr w:rsidR="00C06AE4" w:rsidRPr="001679AD" w14:paraId="3EC30877" w14:textId="77777777" w:rsidTr="00137C4C">
        <w:tc>
          <w:tcPr>
            <w:tcW w:w="8789" w:type="dxa"/>
          </w:tcPr>
          <w:p w14:paraId="72BFAFAA" w14:textId="277444DB" w:rsidR="00C06AE4" w:rsidRPr="001679AD" w:rsidRDefault="00C06AE4" w:rsidP="00137C4C">
            <w:pPr>
              <w:contextualSpacing/>
              <w:rPr>
                <w:rFonts w:ascii="Times New Roman" w:hAnsi="Times New Roman" w:cs="Times New Roman"/>
                <w:lang w:val="et-EE"/>
              </w:rPr>
            </w:pPr>
            <w:r w:rsidRPr="001679AD">
              <w:rPr>
                <w:rFonts w:ascii="Times New Roman" w:hAnsi="Times New Roman" w:cs="Times New Roman"/>
                <w:lang w:val="et-EE"/>
              </w:rPr>
              <w:t xml:space="preserve">Elektrilevi OÜ tellimusel on </w:t>
            </w:r>
            <w:r>
              <w:rPr>
                <w:rFonts w:ascii="Times New Roman" w:hAnsi="Times New Roman" w:cs="Times New Roman"/>
                <w:lang w:val="et-EE"/>
              </w:rPr>
              <w:t>Leonhard Weiss OÜ</w:t>
            </w:r>
            <w:r w:rsidRPr="001679AD">
              <w:rPr>
                <w:rFonts w:ascii="Times New Roman" w:hAnsi="Times New Roman" w:cs="Times New Roman"/>
                <w:lang w:val="et-EE"/>
              </w:rPr>
              <w:t xml:space="preserve"> koostanud e</w:t>
            </w:r>
            <w:r>
              <w:rPr>
                <w:rFonts w:ascii="Times New Roman" w:hAnsi="Times New Roman" w:cs="Times New Roman"/>
                <w:lang w:val="et-EE"/>
              </w:rPr>
              <w:t xml:space="preserve">lektrivarustuse tööprojekti  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 xml:space="preserve">nr </w:t>
            </w:r>
            <w:r w:rsidR="00907CE1">
              <w:rPr>
                <w:rFonts w:ascii="Times New Roman" w:hAnsi="Times New Roman" w:cs="Times New Roman"/>
                <w:i/>
                <w:lang w:val="et-EE"/>
              </w:rPr>
              <w:t>IP5331 „Pärnu-Jaagupi – Kaelase 10kV fiidri rekonstrueerimine III etapp Põhja-Pärnumaa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 xml:space="preserve"> vald, </w:t>
            </w:r>
            <w:r w:rsidR="00907CE1">
              <w:rPr>
                <w:rFonts w:ascii="Times New Roman" w:hAnsi="Times New Roman" w:cs="Times New Roman"/>
                <w:i/>
                <w:lang w:val="et-EE"/>
              </w:rPr>
              <w:t>Pärnu</w:t>
            </w:r>
            <w:r w:rsidR="00BE4035">
              <w:rPr>
                <w:rFonts w:ascii="Times New Roman" w:hAnsi="Times New Roman" w:cs="Times New Roman"/>
                <w:i/>
                <w:lang w:val="et-EE"/>
              </w:rPr>
              <w:t>maa</w:t>
            </w:r>
            <w:r>
              <w:rPr>
                <w:rFonts w:ascii="Times New Roman" w:hAnsi="Times New Roman" w:cs="Times New Roman"/>
                <w:i/>
                <w:lang w:val="et-EE"/>
              </w:rPr>
              <w:t>“</w:t>
            </w:r>
            <w:r w:rsidRPr="00850E3E">
              <w:rPr>
                <w:rFonts w:ascii="Times New Roman" w:hAnsi="Times New Roman" w:cs="Times New Roman"/>
                <w:i/>
                <w:lang w:val="et-EE"/>
              </w:rPr>
              <w:t>.</w:t>
            </w:r>
          </w:p>
        </w:tc>
      </w:tr>
    </w:tbl>
    <w:p w14:paraId="5B2892DF" w14:textId="6E73BA89" w:rsidR="00137FC9" w:rsidRDefault="00137FC9" w:rsidP="00C06AE4">
      <w:pPr>
        <w:spacing w:after="200" w:line="276" w:lineRule="auto"/>
        <w:ind w:left="720"/>
        <w:contextualSpacing/>
        <w:rPr>
          <w:rFonts w:ascii="Times New Roman" w:eastAsiaTheme="minorHAnsi" w:hAnsi="Times New Roman"/>
          <w:lang w:val="et-EE"/>
        </w:rPr>
      </w:pPr>
    </w:p>
    <w:p w14:paraId="3E976674" w14:textId="77777777" w:rsidR="00C06AE4" w:rsidRDefault="00C06AE4" w:rsidP="00C06AE4">
      <w:pPr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L</w:t>
      </w:r>
      <w:r w:rsidRPr="00850E3E">
        <w:rPr>
          <w:rFonts w:ascii="Times New Roman" w:eastAsiaTheme="minorHAnsi" w:hAnsi="Times New Roman"/>
          <w:lang w:val="et-EE"/>
        </w:rPr>
        <w:t>ugupidamisega</w:t>
      </w:r>
    </w:p>
    <w:p w14:paraId="51424A21" w14:textId="77777777" w:rsidR="00C06AE4" w:rsidRPr="00850E3E" w:rsidRDefault="00C06AE4" w:rsidP="00C06AE4">
      <w:pPr>
        <w:rPr>
          <w:rFonts w:ascii="Times New Roman" w:eastAsiaTheme="minorHAnsi" w:hAnsi="Times New Roman"/>
          <w:lang w:val="et-EE"/>
        </w:rPr>
      </w:pPr>
    </w:p>
    <w:p w14:paraId="7722B398" w14:textId="77777777" w:rsidR="00C06AE4" w:rsidRPr="00850E3E" w:rsidRDefault="00C06AE4" w:rsidP="00C06AE4">
      <w:pPr>
        <w:spacing w:after="200" w:line="276" w:lineRule="auto"/>
        <w:contextualSpacing/>
        <w:rPr>
          <w:rFonts w:ascii="Times New Roman" w:eastAsiaTheme="minorHAnsi" w:hAnsi="Times New Roman"/>
          <w:lang w:val="et-EE"/>
        </w:rPr>
      </w:pPr>
      <w:r>
        <w:rPr>
          <w:rFonts w:ascii="Times New Roman" w:eastAsiaTheme="minorHAnsi" w:hAnsi="Times New Roman"/>
          <w:lang w:val="et-EE"/>
        </w:rPr>
        <w:t>/digitaalselt allkirjastatud</w:t>
      </w:r>
      <w:r w:rsidRPr="00850E3E">
        <w:rPr>
          <w:rFonts w:ascii="Times New Roman" w:eastAsiaTheme="minorHAnsi" w:hAnsi="Times New Roman"/>
          <w:lang w:val="et-EE"/>
        </w:rPr>
        <w:t>/</w:t>
      </w:r>
    </w:p>
    <w:p w14:paraId="0950C5BC" w14:textId="77777777" w:rsidR="00C06AE4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</w:p>
    <w:p w14:paraId="7ABE65FB" w14:textId="77777777" w:rsidR="00C06AE4" w:rsidRPr="00744F0B" w:rsidRDefault="00C06AE4" w:rsidP="00C06AE4">
      <w:pPr>
        <w:keepLines/>
        <w:spacing w:after="80" w:line="220" w:lineRule="atLeast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Kaido Kivisild </w:t>
      </w:r>
    </w:p>
    <w:p w14:paraId="755B4039" w14:textId="093E9897" w:rsidR="00C06AE4" w:rsidRPr="00744F0B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Elektrilevi OÜ</w:t>
      </w:r>
    </w:p>
    <w:p w14:paraId="48BBB63B" w14:textId="77777777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Tel: 510 5657</w:t>
      </w:r>
    </w:p>
    <w:p w14:paraId="644AC215" w14:textId="3828A39C" w:rsidR="00C06AE4" w:rsidRDefault="00C06AE4" w:rsidP="00C06AE4">
      <w:pPr>
        <w:keepLines/>
        <w:spacing w:after="80" w:line="220" w:lineRule="atLeast"/>
        <w:ind w:left="357" w:hanging="357"/>
        <w:jc w:val="both"/>
        <w:rPr>
          <w:rFonts w:ascii="Times New Roman" w:eastAsia="Times New Roman" w:hAnsi="Times New Roman"/>
          <w:sz w:val="22"/>
          <w:szCs w:val="20"/>
          <w:lang w:val="et-EE"/>
        </w:rPr>
      </w:pPr>
      <w:r w:rsidRPr="00744F0B">
        <w:rPr>
          <w:rFonts w:ascii="Times New Roman" w:eastAsia="Times New Roman" w:hAnsi="Times New Roman"/>
          <w:sz w:val="22"/>
          <w:szCs w:val="20"/>
          <w:lang w:val="et-EE"/>
        </w:rPr>
        <w:t>E-</w:t>
      </w:r>
      <w:r>
        <w:rPr>
          <w:rFonts w:ascii="Times New Roman" w:eastAsia="Times New Roman" w:hAnsi="Times New Roman"/>
          <w:sz w:val="22"/>
          <w:szCs w:val="20"/>
          <w:lang w:val="et-EE"/>
        </w:rPr>
        <w:t>post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>: kaido.kivisild@</w:t>
      </w:r>
      <w:r w:rsidR="00137FC9">
        <w:rPr>
          <w:rFonts w:ascii="Times New Roman" w:eastAsia="Times New Roman" w:hAnsi="Times New Roman"/>
          <w:sz w:val="22"/>
          <w:szCs w:val="20"/>
          <w:lang w:val="et-EE"/>
        </w:rPr>
        <w:t>elektrilevi</w:t>
      </w:r>
      <w:r w:rsidRPr="00744F0B">
        <w:rPr>
          <w:rFonts w:ascii="Times New Roman" w:eastAsia="Times New Roman" w:hAnsi="Times New Roman"/>
          <w:sz w:val="22"/>
          <w:szCs w:val="20"/>
          <w:lang w:val="et-EE"/>
        </w:rPr>
        <w:t xml:space="preserve">.ee </w:t>
      </w:r>
    </w:p>
    <w:sectPr w:rsidR="00C06AE4" w:rsidSect="00D4458D">
      <w:footerReference w:type="first" r:id="rId12"/>
      <w:pgSz w:w="11900" w:h="16840"/>
      <w:pgMar w:top="2155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34D98" w14:textId="77777777" w:rsidR="00A10F9B" w:rsidRDefault="00A10F9B">
      <w:r>
        <w:separator/>
      </w:r>
    </w:p>
  </w:endnote>
  <w:endnote w:type="continuationSeparator" w:id="0">
    <w:p w14:paraId="2872EA2E" w14:textId="77777777" w:rsidR="00A10F9B" w:rsidRDefault="00A1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471"/>
      <w:gridCol w:w="2150"/>
    </w:tblGrid>
    <w:tr w:rsidR="00627953" w14:paraId="701669CF" w14:textId="77777777" w:rsidTr="00C34030">
      <w:tc>
        <w:tcPr>
          <w:tcW w:w="3471" w:type="dxa"/>
        </w:tcPr>
        <w:p w14:paraId="6320DE3C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1985" w:type="dxa"/>
        </w:tcPr>
        <w:p w14:paraId="7EFAA199" w14:textId="77777777" w:rsidR="00627953" w:rsidRDefault="00627953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627953" w:rsidRPr="0077377F" w14:paraId="7AFEF21B" w14:textId="77777777" w:rsidTr="00C34030">
      <w:trPr>
        <w:trHeight w:val="633"/>
      </w:trPr>
      <w:tc>
        <w:tcPr>
          <w:tcW w:w="3471" w:type="dxa"/>
        </w:tcPr>
        <w:p w14:paraId="26E61486" w14:textId="5FB287F2" w:rsidR="00627953" w:rsidRDefault="00C06AE4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</w:t>
          </w:r>
          <w:r w:rsidR="00627953">
            <w:rPr>
              <w:rFonts w:eastAsia="Cambria" w:cs="Arial"/>
              <w:color w:val="000000"/>
              <w:sz w:val="18"/>
              <w:lang w:val="lv-LV"/>
            </w:rPr>
            <w:t>, TALLINN</w:t>
          </w:r>
        </w:p>
        <w:p w14:paraId="63AE28ED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  <w:p w14:paraId="2B64FA8B" w14:textId="77777777" w:rsidR="00627953" w:rsidRDefault="006B28B7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Faks 715 4200</w:t>
          </w:r>
        </w:p>
      </w:tc>
      <w:tc>
        <w:tcPr>
          <w:tcW w:w="1985" w:type="dxa"/>
        </w:tcPr>
        <w:p w14:paraId="5BEC764B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 xml:space="preserve">Reg. kood </w:t>
          </w:r>
          <w:r w:rsidR="0077377F" w:rsidRPr="0077377F">
            <w:rPr>
              <w:rFonts w:eastAsia="Cambria" w:cs="Arial"/>
              <w:sz w:val="18"/>
              <w:lang w:val="lv-LV"/>
            </w:rPr>
            <w:t>11050857</w:t>
          </w:r>
        </w:p>
        <w:p w14:paraId="1983063F" w14:textId="77777777" w:rsidR="00627953" w:rsidRPr="0077377F" w:rsidRDefault="008F2A05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</w:t>
          </w:r>
          <w:r w:rsidR="00D4458D">
            <w:rPr>
              <w:rFonts w:eastAsia="Cambria" w:cs="Arial"/>
              <w:sz w:val="18"/>
              <w:lang w:val="lv-LV"/>
            </w:rPr>
            <w:t>@elektrilevi</w:t>
          </w:r>
          <w:r w:rsidR="00627953" w:rsidRPr="0077377F">
            <w:rPr>
              <w:rFonts w:eastAsia="Cambria" w:cs="Arial"/>
              <w:sz w:val="18"/>
              <w:lang w:val="lv-LV"/>
            </w:rPr>
            <w:t>.ee</w:t>
          </w:r>
        </w:p>
        <w:p w14:paraId="5293610C" w14:textId="77777777" w:rsidR="00627953" w:rsidRPr="0077377F" w:rsidRDefault="00627953" w:rsidP="00C3403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 w:rsidRPr="0077377F">
            <w:rPr>
              <w:rFonts w:eastAsia="Cambria" w:cs="Arial"/>
              <w:sz w:val="18"/>
              <w:lang w:val="lv-LV"/>
            </w:rPr>
            <w:t>www.elektrilevi.ee</w:t>
          </w:r>
        </w:p>
      </w:tc>
    </w:tr>
  </w:tbl>
  <w:p w14:paraId="219AF377" w14:textId="619BF509" w:rsidR="00627953" w:rsidRDefault="00C34030">
    <w:pPr>
      <w:pStyle w:val="Footer"/>
    </w:pPr>
    <w:r>
      <w:rPr>
        <w:noProof/>
        <w:lang w:val="et-EE" w:eastAsia="et-EE"/>
      </w:rPr>
      <w:drawing>
        <wp:anchor distT="0" distB="0" distL="114300" distR="114300" simplePos="0" relativeHeight="251657728" behindDoc="0" locked="0" layoutInCell="1" allowOverlap="1" wp14:anchorId="750324A7" wp14:editId="3AAB8862">
          <wp:simplePos x="0" y="0"/>
          <wp:positionH relativeFrom="column">
            <wp:posOffset>7620</wp:posOffset>
          </wp:positionH>
          <wp:positionV relativeFrom="paragraph">
            <wp:posOffset>224790</wp:posOffset>
          </wp:positionV>
          <wp:extent cx="1481455" cy="664210"/>
          <wp:effectExtent l="0" t="0" r="0" b="0"/>
          <wp:wrapTopAndBottom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145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98FCC7" w14:textId="77777777" w:rsidR="00A10F9B" w:rsidRDefault="00A10F9B">
      <w:r>
        <w:separator/>
      </w:r>
    </w:p>
  </w:footnote>
  <w:footnote w:type="continuationSeparator" w:id="0">
    <w:p w14:paraId="30C87C13" w14:textId="77777777" w:rsidR="00A10F9B" w:rsidRDefault="00A10F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CC28EF"/>
    <w:multiLevelType w:val="hybridMultilevel"/>
    <w:tmpl w:val="2110BE5A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0C5F3E"/>
    <w:multiLevelType w:val="hybridMultilevel"/>
    <w:tmpl w:val="4B2075DC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0E872CD"/>
    <w:multiLevelType w:val="hybridMultilevel"/>
    <w:tmpl w:val="E9B8B7A4"/>
    <w:lvl w:ilvl="0" w:tplc="040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3" w15:restartNumberingAfterBreak="0">
    <w:nsid w:val="31901C9E"/>
    <w:multiLevelType w:val="multilevel"/>
    <w:tmpl w:val="A6EC1D7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75D1274E"/>
    <w:multiLevelType w:val="hybridMultilevel"/>
    <w:tmpl w:val="09D466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FDF580F"/>
    <w:multiLevelType w:val="hybridMultilevel"/>
    <w:tmpl w:val="15BAE072"/>
    <w:lvl w:ilvl="0" w:tplc="BE10214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1205058">
    <w:abstractNumId w:val="4"/>
  </w:num>
  <w:num w:numId="2" w16cid:durableId="239801373">
    <w:abstractNumId w:val="2"/>
  </w:num>
  <w:num w:numId="3" w16cid:durableId="806359356">
    <w:abstractNumId w:val="3"/>
  </w:num>
  <w:num w:numId="4" w16cid:durableId="475029253">
    <w:abstractNumId w:val="5"/>
  </w:num>
  <w:num w:numId="5" w16cid:durableId="1849055846">
    <w:abstractNumId w:val="0"/>
  </w:num>
  <w:num w:numId="6" w16cid:durableId="1800484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377F"/>
    <w:rsid w:val="00021026"/>
    <w:rsid w:val="00064365"/>
    <w:rsid w:val="00094B69"/>
    <w:rsid w:val="000B417F"/>
    <w:rsid w:val="000B4850"/>
    <w:rsid w:val="000C3CF8"/>
    <w:rsid w:val="000C7520"/>
    <w:rsid w:val="0011351D"/>
    <w:rsid w:val="00137FC9"/>
    <w:rsid w:val="00146F8F"/>
    <w:rsid w:val="0019253D"/>
    <w:rsid w:val="001C1DFD"/>
    <w:rsid w:val="001C5F86"/>
    <w:rsid w:val="00210ABD"/>
    <w:rsid w:val="00221EBA"/>
    <w:rsid w:val="002518EE"/>
    <w:rsid w:val="0026663F"/>
    <w:rsid w:val="00285687"/>
    <w:rsid w:val="002A6B59"/>
    <w:rsid w:val="002D4D27"/>
    <w:rsid w:val="002E0EF7"/>
    <w:rsid w:val="002E5323"/>
    <w:rsid w:val="002E5D19"/>
    <w:rsid w:val="00312420"/>
    <w:rsid w:val="003531C2"/>
    <w:rsid w:val="003551E2"/>
    <w:rsid w:val="00357C22"/>
    <w:rsid w:val="0037318D"/>
    <w:rsid w:val="00380BEC"/>
    <w:rsid w:val="003B10F3"/>
    <w:rsid w:val="003B4BEA"/>
    <w:rsid w:val="003C599E"/>
    <w:rsid w:val="00440AF4"/>
    <w:rsid w:val="00470107"/>
    <w:rsid w:val="004F0365"/>
    <w:rsid w:val="00532D2F"/>
    <w:rsid w:val="0055128C"/>
    <w:rsid w:val="0059539B"/>
    <w:rsid w:val="005B32AE"/>
    <w:rsid w:val="005B7A17"/>
    <w:rsid w:val="005F7499"/>
    <w:rsid w:val="00605B27"/>
    <w:rsid w:val="00622085"/>
    <w:rsid w:val="00627953"/>
    <w:rsid w:val="006466E4"/>
    <w:rsid w:val="006B28B7"/>
    <w:rsid w:val="006B4B58"/>
    <w:rsid w:val="006F595A"/>
    <w:rsid w:val="00737031"/>
    <w:rsid w:val="0077377F"/>
    <w:rsid w:val="007A229D"/>
    <w:rsid w:val="007B7502"/>
    <w:rsid w:val="007D546D"/>
    <w:rsid w:val="0082604D"/>
    <w:rsid w:val="008C0C08"/>
    <w:rsid w:val="008F2A05"/>
    <w:rsid w:val="00907CE1"/>
    <w:rsid w:val="00945A12"/>
    <w:rsid w:val="009C5D17"/>
    <w:rsid w:val="009D38F3"/>
    <w:rsid w:val="009D735C"/>
    <w:rsid w:val="009E181A"/>
    <w:rsid w:val="009E1B09"/>
    <w:rsid w:val="009E63CB"/>
    <w:rsid w:val="00A10F9B"/>
    <w:rsid w:val="00A2782C"/>
    <w:rsid w:val="00A43A3D"/>
    <w:rsid w:val="00A65739"/>
    <w:rsid w:val="00B33B98"/>
    <w:rsid w:val="00B33BD7"/>
    <w:rsid w:val="00BB44A0"/>
    <w:rsid w:val="00BB5250"/>
    <w:rsid w:val="00BE4035"/>
    <w:rsid w:val="00BF277A"/>
    <w:rsid w:val="00C06AE4"/>
    <w:rsid w:val="00C34030"/>
    <w:rsid w:val="00C53640"/>
    <w:rsid w:val="00C919B6"/>
    <w:rsid w:val="00CB682B"/>
    <w:rsid w:val="00D02BC5"/>
    <w:rsid w:val="00D1404C"/>
    <w:rsid w:val="00D25D80"/>
    <w:rsid w:val="00D4458D"/>
    <w:rsid w:val="00D50722"/>
    <w:rsid w:val="00D50822"/>
    <w:rsid w:val="00D73D1F"/>
    <w:rsid w:val="00D86327"/>
    <w:rsid w:val="00D9171A"/>
    <w:rsid w:val="00DA284C"/>
    <w:rsid w:val="00DB32E4"/>
    <w:rsid w:val="00DD3EA8"/>
    <w:rsid w:val="00DD575E"/>
    <w:rsid w:val="00DF53EA"/>
    <w:rsid w:val="00E33771"/>
    <w:rsid w:val="00E366A1"/>
    <w:rsid w:val="00E65C3E"/>
    <w:rsid w:val="00E91EAF"/>
    <w:rsid w:val="00ED26F8"/>
    <w:rsid w:val="00EE5D7E"/>
    <w:rsid w:val="00F43BDC"/>
    <w:rsid w:val="00F50474"/>
    <w:rsid w:val="00F9332D"/>
    <w:rsid w:val="00F94E63"/>
    <w:rsid w:val="00FD4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2891DE7C"/>
  <w15:chartTrackingRefBased/>
  <w15:docId w15:val="{53AC0189-6BDF-438E-B8E8-B6AD8242B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character" w:styleId="Hyperlink">
    <w:name w:val="Hyperlink"/>
    <w:uiPriority w:val="99"/>
    <w:rsid w:val="00E65C3E"/>
    <w:rPr>
      <w:color w:val="0000FF"/>
      <w:u w:val="single"/>
    </w:rPr>
  </w:style>
  <w:style w:type="character" w:styleId="Strong">
    <w:name w:val="Strong"/>
    <w:uiPriority w:val="22"/>
    <w:qFormat/>
    <w:rsid w:val="007B7502"/>
    <w:rPr>
      <w:b/>
      <w:bCs/>
    </w:rPr>
  </w:style>
  <w:style w:type="table" w:styleId="TableGrid">
    <w:name w:val="Table Grid"/>
    <w:basedOn w:val="TableNormal"/>
    <w:uiPriority w:val="59"/>
    <w:rsid w:val="00C06AE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BB5250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2E53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93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rmk@rmk.ee" TargetMode="Externa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91407F2FE6764CA9F2BE34926EF00C" ma:contentTypeVersion="4" ma:contentTypeDescription="Create a new document." ma:contentTypeScope="" ma:versionID="9976f87c9ce31f1f01d23c82c6fc1bef">
  <xsd:schema xmlns:xsd="http://www.w3.org/2001/XMLSchema" xmlns:xs="http://www.w3.org/2001/XMLSchema" xmlns:p="http://schemas.microsoft.com/office/2006/metadata/properties" xmlns:ns2="9feb6612-87f5-4234-aaa1-522012de41ea" targetNamespace="http://schemas.microsoft.com/office/2006/metadata/properties" ma:root="true" ma:fieldsID="faf8082235d283f214bdbc59cf62b0bf" ns2:_="">
    <xsd:import namespace="9feb6612-87f5-4234-aaa1-522012de41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eb6612-87f5-4234-aaa1-522012de41e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B3FC936-3D9E-49AD-958D-47B3AFA6AC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eb6612-87f5-4234-aaa1-522012de41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EE53F9-3E55-4F2D-9105-148E7FD87E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14</TotalTime>
  <Pages>1</Pages>
  <Words>136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Hr/Pr ning ees- ja perekonnanimi</vt:lpstr>
    </vt:vector>
  </TitlesOfParts>
  <Company>Kreatiff</Company>
  <LinksUpToDate>false</LinksUpToDate>
  <CharactersWithSpaces>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Hr/Pr ning ees- ja perekonnanimi</dc:title>
  <dc:subject/>
  <dc:creator>ITH</dc:creator>
  <cp:keywords/>
  <cp:lastModifiedBy>Kaido Kivisild</cp:lastModifiedBy>
  <cp:revision>3</cp:revision>
  <cp:lastPrinted>2025-02-11T07:01:00Z</cp:lastPrinted>
  <dcterms:created xsi:type="dcterms:W3CDTF">2025-05-13T11:48:00Z</dcterms:created>
  <dcterms:modified xsi:type="dcterms:W3CDTF">2025-05-13T11:52:00Z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0x010100C691407F2FE6764CA9F2BE34926EF00C</vt:lpwstr>
  </property>
</Properties>
</file>